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F72E24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NR 3 DO SWZ - FORMULARZ OFERTY (WZÓR)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16C06677" w:rsidR="00B67D39" w:rsidRPr="006B56FD" w:rsidRDefault="00B67D39" w:rsidP="0046116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85B502F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46116D" w:rsidRPr="0046116D">
              <w:rPr>
                <w:rFonts w:asciiTheme="minorHAnsi" w:hAnsiTheme="minorHAnsi" w:cstheme="minorHAnsi"/>
                <w:b/>
              </w:rPr>
              <w:t>Oddział Łódź</w:t>
            </w:r>
          </w:p>
          <w:p w14:paraId="3F4CA6ED" w14:textId="518FEAEC" w:rsidR="00B67D39" w:rsidRPr="006B56FD" w:rsidRDefault="0046116D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6116D">
              <w:rPr>
                <w:rFonts w:asciiTheme="minorHAnsi" w:hAnsiTheme="minorHAnsi" w:cstheme="minorHAnsi"/>
                <w:color w:val="000000"/>
              </w:rPr>
              <w:t xml:space="preserve">ul. Tuwima 58, 90-021 Łódź 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5B66FCB" w:rsidR="00381365" w:rsidRPr="00B67D39" w:rsidRDefault="00B67D39" w:rsidP="00EA2081">
      <w:pPr>
        <w:spacing w:after="120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5D14FE">
        <w:rPr>
          <w:rFonts w:cstheme="minorHAnsi"/>
          <w:b/>
          <w:szCs w:val="18"/>
          <w:lang w:eastAsia="pl-PL"/>
        </w:rPr>
        <w:t>POST/DYS/OLD/GZ/0</w:t>
      </w:r>
      <w:r w:rsidR="0007667A">
        <w:rPr>
          <w:rFonts w:cstheme="minorHAnsi"/>
          <w:b/>
          <w:szCs w:val="18"/>
          <w:lang w:eastAsia="pl-PL"/>
        </w:rPr>
        <w:t>0</w:t>
      </w:r>
      <w:r w:rsidR="00EA2081">
        <w:rPr>
          <w:rFonts w:cstheme="minorHAnsi"/>
          <w:b/>
          <w:szCs w:val="18"/>
          <w:lang w:eastAsia="pl-PL"/>
        </w:rPr>
        <w:t>143</w:t>
      </w:r>
      <w:r w:rsidR="0046116D" w:rsidRPr="0046116D">
        <w:rPr>
          <w:rFonts w:cstheme="minorHAnsi"/>
          <w:b/>
          <w:szCs w:val="18"/>
          <w:lang w:eastAsia="pl-PL"/>
        </w:rPr>
        <w:t>/202</w:t>
      </w:r>
      <w:r w:rsidR="0007667A">
        <w:rPr>
          <w:rFonts w:cstheme="minorHAnsi"/>
          <w:b/>
          <w:szCs w:val="18"/>
          <w:lang w:eastAsia="pl-PL"/>
        </w:rPr>
        <w:t>6</w:t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EA2081" w:rsidRPr="00EA2081">
        <w:rPr>
          <w:rFonts w:cstheme="minorHAnsi"/>
          <w:b/>
          <w:szCs w:val="18"/>
          <w:lang w:eastAsia="pl-PL"/>
        </w:rPr>
        <w:t>Wykonanie dokumentacji projektowej i robót budowlanych w branży elektroenergetycznej w RE Zgierz-Pabianice i RE Łódź, w podziale na 4 niezależne części</w:t>
      </w:r>
      <w:r w:rsidR="005D14FE" w:rsidRPr="005D14FE">
        <w:rPr>
          <w:rFonts w:cstheme="minorHAnsi"/>
          <w:b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9152D09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02A9DF54" w14:textId="6590D7D6" w:rsidR="005D14FE" w:rsidRPr="005D14FE" w:rsidRDefault="005D14FE" w:rsidP="00085C1A">
      <w:pPr>
        <w:autoSpaceDE w:val="0"/>
        <w:autoSpaceDN w:val="0"/>
        <w:adjustRightInd w:val="0"/>
        <w:jc w:val="both"/>
        <w:rPr>
          <w:rStyle w:val="pre-wrap"/>
          <w:rFonts w:cstheme="minorHAnsi"/>
          <w:b/>
          <w:color w:val="000000"/>
          <w:sz w:val="20"/>
        </w:rPr>
      </w:pPr>
      <w:r w:rsidRPr="005D14FE">
        <w:rPr>
          <w:rStyle w:val="pre-wrap"/>
          <w:rFonts w:cstheme="minorHAnsi"/>
          <w:b/>
          <w:color w:val="000000"/>
          <w:sz w:val="20"/>
          <w:u w:val="single"/>
        </w:rPr>
        <w:t>Część 1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Wykonanie </w:t>
      </w:r>
      <w:r w:rsidR="00EA2081" w:rsidRPr="00EA2081">
        <w:rPr>
          <w:rStyle w:val="pre-wrap"/>
          <w:rFonts w:cstheme="minorHAnsi"/>
          <w:b/>
          <w:color w:val="000000"/>
          <w:sz w:val="20"/>
        </w:rPr>
        <w:t xml:space="preserve">dokumentacji projektowej i </w:t>
      </w:r>
      <w:r w:rsidRPr="005D14FE">
        <w:rPr>
          <w:rStyle w:val="pre-wrap"/>
          <w:rFonts w:cstheme="minorHAnsi"/>
          <w:b/>
          <w:color w:val="000000"/>
          <w:sz w:val="20"/>
        </w:rPr>
        <w:t>robót budowlanych w branży elektroenergetycznej, w RE</w:t>
      </w:r>
      <w:r w:rsidR="0007667A">
        <w:rPr>
          <w:rStyle w:val="pre-wrap"/>
          <w:rFonts w:cstheme="minorHAnsi"/>
          <w:b/>
          <w:color w:val="000000"/>
          <w:sz w:val="20"/>
        </w:rPr>
        <w:t xml:space="preserve"> </w:t>
      </w:r>
      <w:r w:rsidR="00EA2081">
        <w:rPr>
          <w:rStyle w:val="pre-wrap"/>
          <w:rFonts w:cstheme="minorHAnsi"/>
          <w:b/>
          <w:color w:val="000000"/>
          <w:sz w:val="20"/>
        </w:rPr>
        <w:t>Zgierz-Pabianice</w:t>
      </w:r>
      <w:r w:rsidRPr="005D14FE">
        <w:rPr>
          <w:rStyle w:val="pre-wrap"/>
          <w:rFonts w:cstheme="minorHAnsi"/>
          <w:b/>
          <w:color w:val="000000"/>
          <w:sz w:val="20"/>
        </w:rPr>
        <w:t>: „</w:t>
      </w:r>
      <w:r w:rsidR="00EA2081" w:rsidRPr="00EA2081">
        <w:rPr>
          <w:rFonts w:cstheme="minorHAnsi"/>
          <w:b/>
          <w:i/>
          <w:color w:val="000000"/>
          <w:sz w:val="20"/>
        </w:rPr>
        <w:t>Przyłączenie do sieci kompleksu sportowego (Ośrodek Treningowy) - boisko wraz z zapleczem w miejscowości Bukowiec ul. Dolna dz. nr 432/3, 433/5, 434/5, 523/5, 427/6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”</w:t>
      </w:r>
    </w:p>
    <w:p w14:paraId="49E95CCD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ascii="Open Sans" w:hAnsi="Open Sans"/>
          <w:color w:val="000000"/>
          <w:szCs w:val="18"/>
        </w:rPr>
      </w:pPr>
    </w:p>
    <w:p w14:paraId="189A02AA" w14:textId="77777777" w:rsidR="005D14FE" w:rsidRPr="00545EFB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  <w:r w:rsidRPr="00545EFB">
        <w:rPr>
          <w:rFonts w:cstheme="minorHAnsi"/>
          <w:b/>
          <w:sz w:val="20"/>
        </w:rPr>
        <w:t xml:space="preserve">Cena netto ..................................... zł </w:t>
      </w:r>
      <w:r w:rsidRPr="005D14FE">
        <w:rPr>
          <w:rFonts w:cstheme="minorHAnsi"/>
          <w:sz w:val="20"/>
        </w:rPr>
        <w:t>(słownie ........................................)</w:t>
      </w:r>
    </w:p>
    <w:p w14:paraId="6764E43C" w14:textId="6BFF55CD" w:rsidR="005D14FE" w:rsidRPr="00545EFB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  <w:r w:rsidRPr="00545EFB">
        <w:rPr>
          <w:rFonts w:cstheme="minorHAnsi"/>
          <w:b/>
          <w:sz w:val="20"/>
        </w:rPr>
        <w:t>Wartość podatku VAT .................</w:t>
      </w:r>
      <w:r>
        <w:rPr>
          <w:rFonts w:cstheme="minorHAnsi"/>
          <w:b/>
          <w:sz w:val="20"/>
        </w:rPr>
        <w:t xml:space="preserve">. zł, </w:t>
      </w:r>
      <w:r w:rsidRPr="005D14FE">
        <w:rPr>
          <w:rFonts w:cstheme="minorHAnsi"/>
          <w:sz w:val="20"/>
        </w:rPr>
        <w:t>według stawki ……..…. %</w:t>
      </w:r>
      <w:r w:rsidRPr="00545EFB">
        <w:rPr>
          <w:rFonts w:cstheme="minorHAnsi"/>
          <w:b/>
          <w:sz w:val="20"/>
        </w:rPr>
        <w:tab/>
      </w:r>
    </w:p>
    <w:p w14:paraId="2494BFA5" w14:textId="77777777" w:rsidR="005D14FE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  <w:r w:rsidRPr="00545EFB">
        <w:rPr>
          <w:rFonts w:cstheme="minorHAnsi"/>
          <w:b/>
          <w:sz w:val="20"/>
        </w:rPr>
        <w:t xml:space="preserve">Cena brutto ................................. zł </w:t>
      </w:r>
      <w:r w:rsidRPr="005D14FE">
        <w:rPr>
          <w:rFonts w:cstheme="minorHAnsi"/>
          <w:sz w:val="20"/>
        </w:rPr>
        <w:t>(słownie ...........................................)</w:t>
      </w:r>
    </w:p>
    <w:p w14:paraId="7988DB5A" w14:textId="38414336" w:rsidR="005D14FE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</w:p>
    <w:p w14:paraId="3ABC4B14" w14:textId="77777777" w:rsidR="005D14FE" w:rsidRPr="00545EFB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</w:p>
    <w:p w14:paraId="125417AA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cstheme="minorHAnsi"/>
          <w:b/>
          <w:color w:val="000000"/>
          <w:u w:val="single"/>
        </w:rPr>
      </w:pPr>
    </w:p>
    <w:p w14:paraId="04007CD3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cstheme="minorHAnsi"/>
          <w:b/>
          <w:color w:val="000000"/>
          <w:u w:val="single"/>
        </w:rPr>
      </w:pPr>
    </w:p>
    <w:p w14:paraId="3E776BD2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cstheme="minorHAnsi"/>
          <w:b/>
          <w:color w:val="000000"/>
          <w:u w:val="single"/>
        </w:rPr>
      </w:pPr>
    </w:p>
    <w:p w14:paraId="3F1C93EC" w14:textId="56883889" w:rsidR="005D14FE" w:rsidRPr="005D14FE" w:rsidRDefault="005D14FE" w:rsidP="00085C1A">
      <w:pPr>
        <w:autoSpaceDE w:val="0"/>
        <w:autoSpaceDN w:val="0"/>
        <w:adjustRightInd w:val="0"/>
        <w:jc w:val="both"/>
        <w:rPr>
          <w:rStyle w:val="pre-wrap"/>
          <w:rFonts w:cstheme="minorHAnsi"/>
          <w:b/>
          <w:color w:val="000000"/>
          <w:sz w:val="20"/>
        </w:rPr>
      </w:pPr>
      <w:r w:rsidRPr="005D14FE">
        <w:rPr>
          <w:rStyle w:val="pre-wrap"/>
          <w:rFonts w:cstheme="minorHAnsi"/>
          <w:b/>
          <w:color w:val="000000"/>
          <w:sz w:val="20"/>
          <w:u w:val="single"/>
        </w:rPr>
        <w:t>Część 2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Wykonanie </w:t>
      </w:r>
      <w:r w:rsidR="00EA2081" w:rsidRPr="00EA2081">
        <w:rPr>
          <w:rStyle w:val="pre-wrap"/>
          <w:rFonts w:cstheme="minorHAnsi"/>
          <w:b/>
          <w:color w:val="000000"/>
          <w:sz w:val="20"/>
        </w:rPr>
        <w:t xml:space="preserve">dokumentacji projektowej i 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robót budowlanych w branży elektroenergetycznej, w </w:t>
      </w:r>
      <w:r w:rsidR="0007667A" w:rsidRPr="005D14FE">
        <w:rPr>
          <w:rStyle w:val="pre-wrap"/>
          <w:rFonts w:cstheme="minorHAnsi"/>
          <w:b/>
          <w:color w:val="000000"/>
          <w:sz w:val="20"/>
        </w:rPr>
        <w:t>RE</w:t>
      </w:r>
      <w:r w:rsidR="0007667A">
        <w:rPr>
          <w:rStyle w:val="pre-wrap"/>
          <w:rFonts w:cstheme="minorHAnsi"/>
          <w:b/>
          <w:color w:val="000000"/>
          <w:sz w:val="20"/>
        </w:rPr>
        <w:t xml:space="preserve"> </w:t>
      </w:r>
      <w:r w:rsidR="00EA2081">
        <w:rPr>
          <w:rStyle w:val="pre-wrap"/>
          <w:rFonts w:cstheme="minorHAnsi"/>
          <w:b/>
          <w:color w:val="000000"/>
          <w:sz w:val="20"/>
        </w:rPr>
        <w:t>Zgierz-Pabianice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„</w:t>
      </w:r>
      <w:r w:rsidR="00EA2081" w:rsidRPr="00EA2081">
        <w:rPr>
          <w:rFonts w:cstheme="minorHAnsi"/>
          <w:b/>
          <w:i/>
          <w:color w:val="000000"/>
          <w:sz w:val="20"/>
        </w:rPr>
        <w:t>Przyłączenie do sieci: zakład produkcyjny w miejscowości Pawlikowice 2A dz. nr 116/4 i 117/2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”</w:t>
      </w:r>
    </w:p>
    <w:p w14:paraId="4663A34B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ascii="Open Sans" w:hAnsi="Open Sans"/>
          <w:color w:val="000000"/>
          <w:szCs w:val="18"/>
        </w:rPr>
      </w:pPr>
    </w:p>
    <w:p w14:paraId="777C56EC" w14:textId="77777777" w:rsidR="005D14FE" w:rsidRPr="00545EFB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  <w:r w:rsidRPr="00545EFB">
        <w:rPr>
          <w:rFonts w:cstheme="minorHAnsi"/>
          <w:b/>
          <w:sz w:val="20"/>
        </w:rPr>
        <w:t xml:space="preserve">Cena netto ..................................... zł </w:t>
      </w:r>
      <w:r w:rsidRPr="005D14FE">
        <w:rPr>
          <w:rFonts w:cstheme="minorHAnsi"/>
          <w:sz w:val="20"/>
        </w:rPr>
        <w:t>(słownie ........................................)</w:t>
      </w:r>
    </w:p>
    <w:p w14:paraId="781FA467" w14:textId="6549A2B0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45EFB">
        <w:rPr>
          <w:rFonts w:cstheme="minorHAnsi"/>
          <w:b/>
          <w:sz w:val="20"/>
        </w:rPr>
        <w:t>Wartość podat</w:t>
      </w:r>
      <w:r>
        <w:rPr>
          <w:rFonts w:cstheme="minorHAnsi"/>
          <w:b/>
          <w:sz w:val="20"/>
        </w:rPr>
        <w:t xml:space="preserve">ku VAT .................. zł, </w:t>
      </w:r>
      <w:r w:rsidRPr="005D14FE">
        <w:rPr>
          <w:rFonts w:cstheme="minorHAnsi"/>
          <w:sz w:val="20"/>
        </w:rPr>
        <w:t>według stawki ……..…. %</w:t>
      </w:r>
      <w:r w:rsidRPr="005D14FE">
        <w:rPr>
          <w:rFonts w:cstheme="minorHAnsi"/>
          <w:sz w:val="20"/>
        </w:rPr>
        <w:tab/>
      </w:r>
    </w:p>
    <w:p w14:paraId="31EAEA08" w14:textId="544610D1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45EFB">
        <w:rPr>
          <w:rFonts w:cstheme="minorHAnsi"/>
          <w:b/>
          <w:sz w:val="20"/>
        </w:rPr>
        <w:t xml:space="preserve">Cena brutto ................................. zł </w:t>
      </w:r>
      <w:r w:rsidRPr="005D14FE">
        <w:rPr>
          <w:rFonts w:cstheme="minorHAnsi"/>
          <w:sz w:val="20"/>
        </w:rPr>
        <w:t>(słownie ...........................................)</w:t>
      </w:r>
    </w:p>
    <w:p w14:paraId="1EFFF2E3" w14:textId="77777777" w:rsidR="005D14FE" w:rsidRPr="00545EFB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</w:p>
    <w:p w14:paraId="1C210E26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cstheme="minorHAnsi"/>
          <w:b/>
          <w:color w:val="000000"/>
          <w:u w:val="single"/>
        </w:rPr>
      </w:pPr>
    </w:p>
    <w:p w14:paraId="3B288818" w14:textId="2FF41B32" w:rsidR="005D14FE" w:rsidRPr="005D14FE" w:rsidRDefault="005D14FE" w:rsidP="00085C1A">
      <w:pPr>
        <w:autoSpaceDE w:val="0"/>
        <w:autoSpaceDN w:val="0"/>
        <w:adjustRightInd w:val="0"/>
        <w:jc w:val="both"/>
        <w:rPr>
          <w:rStyle w:val="pre-wrap"/>
          <w:rFonts w:cstheme="minorHAnsi"/>
          <w:b/>
          <w:color w:val="000000"/>
          <w:sz w:val="20"/>
        </w:rPr>
      </w:pPr>
      <w:r w:rsidRPr="005D14FE">
        <w:rPr>
          <w:rStyle w:val="pre-wrap"/>
          <w:rFonts w:cstheme="minorHAnsi"/>
          <w:b/>
          <w:color w:val="000000"/>
          <w:sz w:val="20"/>
          <w:u w:val="single"/>
        </w:rPr>
        <w:t>Część 3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Wykonanie </w:t>
      </w:r>
      <w:r w:rsidR="00EA2081" w:rsidRPr="00EA2081">
        <w:rPr>
          <w:rStyle w:val="pre-wrap"/>
          <w:rFonts w:cstheme="minorHAnsi"/>
          <w:b/>
          <w:color w:val="000000"/>
          <w:sz w:val="20"/>
        </w:rPr>
        <w:t xml:space="preserve">dokumentacji projektowej i 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robót budowlanych w branży elektroenergetycznej, w </w:t>
      </w:r>
      <w:r w:rsidR="0007667A" w:rsidRPr="005D14FE">
        <w:rPr>
          <w:rStyle w:val="pre-wrap"/>
          <w:rFonts w:cstheme="minorHAnsi"/>
          <w:b/>
          <w:color w:val="000000"/>
          <w:sz w:val="20"/>
        </w:rPr>
        <w:t>RE</w:t>
      </w:r>
      <w:r w:rsidR="0007667A">
        <w:rPr>
          <w:rStyle w:val="pre-wrap"/>
          <w:rFonts w:cstheme="minorHAnsi"/>
          <w:b/>
          <w:color w:val="000000"/>
          <w:sz w:val="20"/>
        </w:rPr>
        <w:t xml:space="preserve"> Łódź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„</w:t>
      </w:r>
      <w:r w:rsidR="00EA2081" w:rsidRPr="00EA2081">
        <w:rPr>
          <w:rStyle w:val="pre-wrap"/>
          <w:rFonts w:cstheme="minorHAnsi"/>
          <w:b/>
          <w:i/>
          <w:color w:val="000000"/>
          <w:sz w:val="20"/>
        </w:rPr>
        <w:t>Przyłączenie do sieci ogólnodostępnej stacji ładowania, Łódź, ul. ul. Św. Teresy od Dzieciątka Jezus 100, nr dz. 41/38, 41/22, 41/27, 41/30, 41/32, 41/34, 41/24, 41/25, 41/26, 41/29, 41/36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”</w:t>
      </w:r>
    </w:p>
    <w:p w14:paraId="1CF9D4B7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ascii="Open Sans" w:hAnsi="Open Sans"/>
          <w:color w:val="000000"/>
          <w:szCs w:val="18"/>
        </w:rPr>
      </w:pPr>
    </w:p>
    <w:p w14:paraId="37623BB6" w14:textId="77777777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45EFB">
        <w:rPr>
          <w:rFonts w:cstheme="minorHAnsi"/>
          <w:b/>
          <w:sz w:val="20"/>
        </w:rPr>
        <w:t xml:space="preserve">Cena netto ..................................... zł </w:t>
      </w:r>
      <w:r w:rsidRPr="005D14FE">
        <w:rPr>
          <w:rFonts w:cstheme="minorHAnsi"/>
          <w:sz w:val="20"/>
        </w:rPr>
        <w:t>(słownie ........................................)</w:t>
      </w:r>
    </w:p>
    <w:p w14:paraId="4E9976AE" w14:textId="189AD9D7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45EFB">
        <w:rPr>
          <w:rFonts w:cstheme="minorHAnsi"/>
          <w:b/>
          <w:sz w:val="20"/>
        </w:rPr>
        <w:t>Wartość podat</w:t>
      </w:r>
      <w:r>
        <w:rPr>
          <w:rFonts w:cstheme="minorHAnsi"/>
          <w:b/>
          <w:sz w:val="20"/>
        </w:rPr>
        <w:t xml:space="preserve">ku VAT .................. zł, </w:t>
      </w:r>
      <w:r w:rsidRPr="005D14FE">
        <w:rPr>
          <w:rFonts w:cstheme="minorHAnsi"/>
          <w:sz w:val="20"/>
        </w:rPr>
        <w:t>według stawki ……..…. %</w:t>
      </w:r>
      <w:r w:rsidRPr="005D14FE">
        <w:rPr>
          <w:rFonts w:cstheme="minorHAnsi"/>
          <w:sz w:val="20"/>
        </w:rPr>
        <w:tab/>
      </w:r>
    </w:p>
    <w:p w14:paraId="706AC893" w14:textId="77777777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9816C7">
        <w:rPr>
          <w:rFonts w:cstheme="minorHAnsi"/>
          <w:b/>
          <w:sz w:val="20"/>
        </w:rPr>
        <w:t xml:space="preserve">Cena brutto ................................. zł </w:t>
      </w:r>
      <w:r w:rsidRPr="005D14FE">
        <w:rPr>
          <w:rFonts w:cstheme="minorHAnsi"/>
          <w:sz w:val="20"/>
        </w:rPr>
        <w:t>(słownie ...........................................)</w:t>
      </w:r>
    </w:p>
    <w:p w14:paraId="4B9DA7A9" w14:textId="77777777" w:rsidR="005D14FE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</w:p>
    <w:p w14:paraId="7A35ECC3" w14:textId="77777777" w:rsidR="005D14FE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</w:p>
    <w:p w14:paraId="01C8E40A" w14:textId="4338285A" w:rsidR="005D14FE" w:rsidRPr="005D14FE" w:rsidRDefault="005D14FE" w:rsidP="00085C1A">
      <w:pPr>
        <w:autoSpaceDE w:val="0"/>
        <w:autoSpaceDN w:val="0"/>
        <w:adjustRightInd w:val="0"/>
        <w:jc w:val="both"/>
        <w:rPr>
          <w:rStyle w:val="pre-wrap"/>
          <w:rFonts w:cstheme="minorHAnsi"/>
          <w:b/>
          <w:color w:val="000000"/>
          <w:sz w:val="20"/>
        </w:rPr>
      </w:pPr>
      <w:r w:rsidRPr="005D14FE">
        <w:rPr>
          <w:rStyle w:val="pre-wrap"/>
          <w:rFonts w:cstheme="minorHAnsi"/>
          <w:b/>
          <w:color w:val="000000"/>
          <w:sz w:val="20"/>
          <w:u w:val="single"/>
        </w:rPr>
        <w:t>Część 4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Wykonanie </w:t>
      </w:r>
      <w:r w:rsidR="00EA2081" w:rsidRPr="00EA2081">
        <w:rPr>
          <w:rStyle w:val="pre-wrap"/>
          <w:rFonts w:cstheme="minorHAnsi"/>
          <w:b/>
          <w:color w:val="000000"/>
          <w:sz w:val="20"/>
        </w:rPr>
        <w:t xml:space="preserve">dokumentacji projektowej i 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robót budowlanych w branży elektroenergetycznej, w </w:t>
      </w:r>
      <w:r w:rsidR="0007667A" w:rsidRPr="005D14FE">
        <w:rPr>
          <w:rStyle w:val="pre-wrap"/>
          <w:rFonts w:cstheme="minorHAnsi"/>
          <w:b/>
          <w:color w:val="000000"/>
          <w:sz w:val="20"/>
        </w:rPr>
        <w:t>RE</w:t>
      </w:r>
      <w:r w:rsidR="0007667A">
        <w:rPr>
          <w:rStyle w:val="pre-wrap"/>
          <w:rFonts w:cstheme="minorHAnsi"/>
          <w:b/>
          <w:color w:val="000000"/>
          <w:sz w:val="20"/>
        </w:rPr>
        <w:t xml:space="preserve"> Łódź</w:t>
      </w:r>
      <w:r w:rsidRPr="005D14FE">
        <w:rPr>
          <w:rStyle w:val="pre-wrap"/>
          <w:rFonts w:cstheme="minorHAnsi"/>
          <w:b/>
          <w:color w:val="000000"/>
          <w:sz w:val="20"/>
        </w:rPr>
        <w:t xml:space="preserve">: 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„</w:t>
      </w:r>
      <w:r w:rsidR="00EA2081" w:rsidRPr="00EA2081">
        <w:rPr>
          <w:rFonts w:cstheme="minorHAnsi"/>
          <w:b/>
          <w:i/>
          <w:color w:val="000000"/>
          <w:sz w:val="20"/>
        </w:rPr>
        <w:t>Przyłączenie do sieci Budynek wielolokalowy TRG, Łódź, ul. Cedry dz. 128/19, 128/20</w:t>
      </w:r>
      <w:r w:rsidRPr="005D14FE">
        <w:rPr>
          <w:rStyle w:val="pre-wrap"/>
          <w:rFonts w:cstheme="minorHAnsi"/>
          <w:b/>
          <w:i/>
          <w:color w:val="000000"/>
          <w:sz w:val="20"/>
        </w:rPr>
        <w:t>”</w:t>
      </w:r>
    </w:p>
    <w:p w14:paraId="12E0F607" w14:textId="77777777" w:rsidR="005D14FE" w:rsidRDefault="005D14FE" w:rsidP="005D14FE">
      <w:pPr>
        <w:autoSpaceDE w:val="0"/>
        <w:autoSpaceDN w:val="0"/>
        <w:adjustRightInd w:val="0"/>
        <w:rPr>
          <w:rStyle w:val="pre-wrap"/>
          <w:rFonts w:ascii="Open Sans" w:hAnsi="Open Sans"/>
          <w:color w:val="000000"/>
          <w:szCs w:val="18"/>
        </w:rPr>
      </w:pPr>
    </w:p>
    <w:p w14:paraId="5B4B2C55" w14:textId="77777777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45EFB">
        <w:rPr>
          <w:rFonts w:cstheme="minorHAnsi"/>
          <w:b/>
          <w:sz w:val="20"/>
        </w:rPr>
        <w:t xml:space="preserve">Cena netto ..................................... zł </w:t>
      </w:r>
      <w:r w:rsidRPr="005D14FE">
        <w:rPr>
          <w:rFonts w:cstheme="minorHAnsi"/>
          <w:sz w:val="20"/>
        </w:rPr>
        <w:t>(słownie ........................................)</w:t>
      </w:r>
    </w:p>
    <w:p w14:paraId="6C537C29" w14:textId="3913D57A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45EFB">
        <w:rPr>
          <w:rFonts w:cstheme="minorHAnsi"/>
          <w:b/>
          <w:sz w:val="20"/>
        </w:rPr>
        <w:t>Wartość podat</w:t>
      </w:r>
      <w:r>
        <w:rPr>
          <w:rFonts w:cstheme="minorHAnsi"/>
          <w:b/>
          <w:sz w:val="20"/>
        </w:rPr>
        <w:t xml:space="preserve">ku VAT .................. zł, </w:t>
      </w:r>
      <w:r w:rsidRPr="005D14FE">
        <w:rPr>
          <w:rFonts w:cstheme="minorHAnsi"/>
          <w:sz w:val="20"/>
        </w:rPr>
        <w:t>według stawki ……..…. %</w:t>
      </w:r>
      <w:r w:rsidRPr="005D14FE">
        <w:rPr>
          <w:rFonts w:cstheme="minorHAnsi"/>
          <w:sz w:val="20"/>
        </w:rPr>
        <w:tab/>
      </w:r>
    </w:p>
    <w:p w14:paraId="38BB42FE" w14:textId="50C6CC7F" w:rsidR="0046116D" w:rsidRDefault="005D14FE" w:rsidP="005D14FE">
      <w:pPr>
        <w:autoSpaceDE w:val="0"/>
        <w:autoSpaceDN w:val="0"/>
        <w:adjustRightInd w:val="0"/>
        <w:rPr>
          <w:rFonts w:cstheme="minorHAnsi"/>
          <w:sz w:val="20"/>
        </w:rPr>
      </w:pPr>
      <w:r w:rsidRPr="005D14FE">
        <w:rPr>
          <w:rFonts w:cstheme="minorHAnsi"/>
          <w:b/>
          <w:sz w:val="20"/>
        </w:rPr>
        <w:t xml:space="preserve">Cena brutto ................................. zł </w:t>
      </w:r>
      <w:r w:rsidRPr="005D14FE">
        <w:rPr>
          <w:rFonts w:cstheme="minorHAnsi"/>
          <w:sz w:val="20"/>
        </w:rPr>
        <w:t>(słownie ...........................................)</w:t>
      </w:r>
    </w:p>
    <w:p w14:paraId="75A000BF" w14:textId="77777777" w:rsidR="005D14FE" w:rsidRPr="005D14FE" w:rsidRDefault="005D14FE" w:rsidP="005D14FE">
      <w:pPr>
        <w:autoSpaceDE w:val="0"/>
        <w:autoSpaceDN w:val="0"/>
        <w:adjustRightInd w:val="0"/>
        <w:rPr>
          <w:rFonts w:cstheme="minorHAnsi"/>
          <w:b/>
          <w:sz w:val="20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13BA032A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Spełniamy warunki udziału w postępowaniu wskazane w pkt. 1.2 Załącznika nr 2 do SWZ, jeśli Zamawiający wskazał takie warunki.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</w:t>
      </w:r>
      <w:r w:rsidRPr="00B67D39">
        <w:rPr>
          <w:rFonts w:cstheme="minorHAnsi"/>
          <w:szCs w:val="18"/>
          <w:lang w:eastAsia="pl-PL"/>
        </w:rPr>
        <w:lastRenderedPageBreak/>
        <w:t>przestrzegać wszystkich obowiązujących przepisów prawa oraz postanowień wyżej wymienionych dokumentów. 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88DE73A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EA2081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EA2081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4"/>
      </w:r>
    </w:p>
    <w:p w14:paraId="2F1B030A" w14:textId="261C343B" w:rsidR="00B67D39" w:rsidRPr="0004471F" w:rsidRDefault="00B67D39" w:rsidP="0004471F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BB27B39" w14:textId="0723A053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</w:t>
      </w:r>
      <w:r w:rsidR="006521E3">
        <w:rPr>
          <w:rFonts w:cstheme="minorHAnsi"/>
          <w:szCs w:val="18"/>
          <w:lang w:eastAsia="pl-PL"/>
        </w:rPr>
        <w:t xml:space="preserve">            </w:t>
      </w:r>
      <w:r w:rsidRPr="00B67D39">
        <w:rPr>
          <w:rFonts w:cstheme="minorHAnsi"/>
          <w:szCs w:val="18"/>
          <w:lang w:eastAsia="pl-PL"/>
        </w:rPr>
        <w:t xml:space="preserve">i zapewniamy wystarczające gwarancje wdrożenia odpowiednich środków technicznych i organizacyjnych, aby przetwarzanie danych osobowych spełniało wymogi wynikające z obowiązujących przepisów </w:t>
      </w:r>
      <w:r w:rsidR="006521E3">
        <w:rPr>
          <w:rFonts w:cstheme="minorHAnsi"/>
          <w:szCs w:val="18"/>
          <w:lang w:eastAsia="pl-PL"/>
        </w:rPr>
        <w:t xml:space="preserve">                </w:t>
      </w:r>
      <w:r w:rsidRPr="00B67D39">
        <w:rPr>
          <w:rFonts w:cstheme="minorHAnsi"/>
          <w:szCs w:val="18"/>
          <w:lang w:eastAsia="pl-PL"/>
        </w:rPr>
        <w:t>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0DCECF96" w:rsidR="00B67D39" w:rsidRPr="00B67D39" w:rsidRDefault="0004471F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  <w:lang w:eastAsia="pl-PL"/>
        </w:rPr>
        <w:t>12</w:t>
      </w:r>
      <w:r w:rsidR="00B67D39" w:rsidRPr="00B67D39">
        <w:rPr>
          <w:rFonts w:cstheme="minorHAnsi"/>
          <w:szCs w:val="18"/>
          <w:lang w:eastAsia="pl-PL"/>
        </w:rPr>
        <w:t>.1.</w:t>
      </w:r>
      <w:r w:rsidR="00B67D39" w:rsidRPr="00B67D39">
        <w:rPr>
          <w:rFonts w:cstheme="minorHAnsi"/>
          <w:szCs w:val="18"/>
          <w:lang w:eastAsia="pl-PL"/>
        </w:rPr>
        <w:tab/>
      </w:r>
      <w:r w:rsidR="00B67D39"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="00B67D39" w:rsidRPr="00B67D39">
        <w:rPr>
          <w:rStyle w:val="Odwoanieprzypisudolnego"/>
          <w:rFonts w:cstheme="minorHAnsi"/>
          <w:szCs w:val="18"/>
        </w:rPr>
        <w:footnoteReference w:id="5"/>
      </w:r>
    </w:p>
    <w:p w14:paraId="07B95326" w14:textId="5451551A" w:rsidR="00B67D39" w:rsidRPr="00B67D39" w:rsidRDefault="00B16DCE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12</w:t>
      </w:r>
      <w:r w:rsidR="00B67D39" w:rsidRPr="00B67D39">
        <w:rPr>
          <w:rFonts w:cstheme="minorHAnsi"/>
          <w:szCs w:val="18"/>
        </w:rPr>
        <w:t>.2.</w:t>
      </w:r>
      <w:r w:rsidR="00B67D39" w:rsidRPr="00B67D39">
        <w:rPr>
          <w:rFonts w:cstheme="minorHAnsi"/>
          <w:szCs w:val="18"/>
        </w:rPr>
        <w:tab/>
      </w:r>
      <w:r w:rsidR="00B67D39"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B67D39" w:rsidRDefault="00EA2081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</w:t>
      </w:r>
      <w:r w:rsidR="00B67D39" w:rsidRPr="00B67D39">
        <w:rPr>
          <w:rFonts w:cstheme="minorHAnsi"/>
          <w:szCs w:val="18"/>
          <w:lang w:eastAsia="pl-PL"/>
        </w:rPr>
        <w:lastRenderedPageBreak/>
        <w:t>informacyjny Zamawiającego z art. 14 RODO, zgodnie z klauzulą informacyjną Zamawiającego zamieszczoną na stronie internetowej:</w:t>
      </w:r>
    </w:p>
    <w:p w14:paraId="58783B24" w14:textId="77777777" w:rsidR="00B67D39" w:rsidRPr="00B67D39" w:rsidRDefault="00EA2081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2D08D094" w:rsid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Przekazywane przez nas dane osobowe mogą być wykorzystane wyłącznie w  celach związanych </w:t>
      </w:r>
      <w:r w:rsidR="006521E3">
        <w:rPr>
          <w:rFonts w:cstheme="minorHAnsi"/>
          <w:szCs w:val="18"/>
          <w:lang w:eastAsia="pl-PL"/>
        </w:rPr>
        <w:t xml:space="preserve">                 </w:t>
      </w:r>
      <w:r w:rsidRPr="00B67D39">
        <w:rPr>
          <w:rFonts w:cstheme="minorHAnsi"/>
          <w:szCs w:val="18"/>
          <w:lang w:eastAsia="pl-PL"/>
        </w:rPr>
        <w:t>z niniejszym postępowaniem zakupowym.</w:t>
      </w:r>
    </w:p>
    <w:p w14:paraId="3A4775F4" w14:textId="1EC67A98" w:rsidR="00B16DCE" w:rsidRDefault="00B16DCE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16DCE">
        <w:rPr>
          <w:rFonts w:cstheme="minorHAnsi"/>
          <w:szCs w:val="18"/>
          <w:lang w:eastAsia="pl-PL"/>
        </w:rPr>
        <w:t>Oświadczamy, że w przypadku wygaśnięcia polisy ubezpieczeniowej przed zakończeniem terminu realizacji zamówienia ochrona ubezpieczeniowa zostanie przedłużona na okres realizacji umowy przed upływem terminu ważności dotychczas obowiązującej polisy.</w:t>
      </w:r>
    </w:p>
    <w:p w14:paraId="02E30793" w14:textId="0990A7F4" w:rsidR="00085C1A" w:rsidRPr="00EA2081" w:rsidRDefault="00085C1A" w:rsidP="00085C1A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85C1A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 xml:space="preserve">Wadium o wartości </w:t>
      </w:r>
      <w:r w:rsidR="00EA2081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>10</w:t>
      </w:r>
      <w:r w:rsidRPr="00085C1A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 xml:space="preserve"> 000,00 zł (dla cz. </w:t>
      </w:r>
      <w:r w:rsidR="00EA2081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>1</w:t>
      </w:r>
      <w:r w:rsidRPr="00085C1A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>) zostało wniesione w formie:</w:t>
      </w:r>
      <w:r w:rsidRPr="00085C1A">
        <w:rPr>
          <w:rFonts w:cstheme="minorHAnsi"/>
          <w:color w:val="062156" w:themeColor="text2" w:themeShade="BF"/>
          <w:szCs w:val="20"/>
          <w:lang w:eastAsia="pl-PL"/>
        </w:rPr>
        <w:t>……..………………</w:t>
      </w:r>
      <w:r>
        <w:rPr>
          <w:rFonts w:cstheme="minorHAnsi"/>
          <w:color w:val="062156" w:themeColor="text2" w:themeShade="BF"/>
          <w:szCs w:val="20"/>
          <w:lang w:eastAsia="pl-PL"/>
        </w:rPr>
        <w:t>…………………</w:t>
      </w:r>
    </w:p>
    <w:p w14:paraId="1EC42115" w14:textId="0477583C" w:rsidR="00EA2081" w:rsidRPr="00085C1A" w:rsidRDefault="00EA2081" w:rsidP="00085C1A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85C1A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 xml:space="preserve">Wadium o wartości </w:t>
      </w:r>
      <w:r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>10</w:t>
      </w:r>
      <w:r w:rsidRPr="00085C1A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 xml:space="preserve"> 000,00 zł (dla cz. </w:t>
      </w:r>
      <w:r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>3</w:t>
      </w:r>
      <w:r w:rsidRPr="00085C1A">
        <w:rPr>
          <w:rFonts w:cstheme="minorHAnsi"/>
          <w:b/>
          <w:color w:val="062156" w:themeColor="text2" w:themeShade="BF"/>
          <w:szCs w:val="20"/>
          <w:u w:val="single"/>
          <w:lang w:eastAsia="pl-PL"/>
        </w:rPr>
        <w:t>) zostało wniesione w formie:</w:t>
      </w:r>
      <w:r w:rsidRPr="00085C1A">
        <w:rPr>
          <w:rFonts w:cstheme="minorHAnsi"/>
          <w:color w:val="062156" w:themeColor="text2" w:themeShade="BF"/>
          <w:szCs w:val="20"/>
          <w:lang w:eastAsia="pl-PL"/>
        </w:rPr>
        <w:t>……..………………</w:t>
      </w:r>
      <w:r>
        <w:rPr>
          <w:rFonts w:cstheme="minorHAnsi"/>
          <w:color w:val="062156" w:themeColor="text2" w:themeShade="BF"/>
          <w:szCs w:val="20"/>
          <w:lang w:eastAsia="pl-PL"/>
        </w:rPr>
        <w:t>…………………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16DCE">
      <w:pPr>
        <w:tabs>
          <w:tab w:val="left" w:pos="426"/>
        </w:tabs>
        <w:spacing w:after="0"/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16DCE">
      <w:pPr>
        <w:tabs>
          <w:tab w:val="left" w:pos="426"/>
        </w:tabs>
        <w:spacing w:after="0"/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1B7F3631" w14:textId="2E84348B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07F990CF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52B295E2" w14:textId="712AD431" w:rsidR="00535E9B" w:rsidRPr="00A62B4C" w:rsidRDefault="006521E3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</w:t>
      </w:r>
    </w:p>
    <w:sectPr w:rsidR="00535E9B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DDFB87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4FE">
          <w:rPr>
            <w:noProof/>
          </w:rPr>
          <w:t>4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4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5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0BFC0" w14:textId="77777777" w:rsidR="0046116D" w:rsidRDefault="0046116D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575"/>
      <w:gridCol w:w="3110"/>
    </w:tblGrid>
    <w:tr w:rsidR="00347E8D" w:rsidRPr="006B2C28" w14:paraId="3B896BDC" w14:textId="77777777" w:rsidTr="00EA2081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6ACE9526" w:rsidR="00347E8D" w:rsidRPr="0046116D" w:rsidRDefault="00EA208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EA208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 elektroenergetycznej w RE Zgierz-Pabianice i RE Łódź, w podziale na 4 niezależne części.</w:t>
          </w:r>
        </w:p>
        <w:p w14:paraId="7B7840D2" w14:textId="77777777" w:rsidR="0046116D" w:rsidRPr="0046116D" w:rsidRDefault="0046116D" w:rsidP="0046116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EA8B4B6" w:rsidR="00347E8D" w:rsidRPr="0046116D" w:rsidRDefault="005D14FE" w:rsidP="0046116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07667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EA208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143</w:t>
          </w:r>
          <w:r w:rsidR="0046116D" w:rsidRPr="0046116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07667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575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DF6E51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726E4674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4B462708">
      <w:start w:val="1"/>
      <w:numFmt w:val="decimal"/>
      <w:lvlText w:val="%4."/>
      <w:lvlJc w:val="left"/>
      <w:pPr>
        <w:ind w:left="2880" w:hanging="360"/>
      </w:pPr>
      <w:rPr>
        <w:b/>
        <w:color w:val="auto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6688830">
    <w:abstractNumId w:val="18"/>
  </w:num>
  <w:num w:numId="2" w16cid:durableId="459344237">
    <w:abstractNumId w:val="7"/>
  </w:num>
  <w:num w:numId="3" w16cid:durableId="191306591">
    <w:abstractNumId w:val="13"/>
  </w:num>
  <w:num w:numId="4" w16cid:durableId="533154420">
    <w:abstractNumId w:val="20"/>
  </w:num>
  <w:num w:numId="5" w16cid:durableId="1858888735">
    <w:abstractNumId w:val="18"/>
  </w:num>
  <w:num w:numId="6" w16cid:durableId="668286794">
    <w:abstractNumId w:val="18"/>
  </w:num>
  <w:num w:numId="7" w16cid:durableId="166332674">
    <w:abstractNumId w:val="3"/>
  </w:num>
  <w:num w:numId="8" w16cid:durableId="20404441">
    <w:abstractNumId w:val="27"/>
  </w:num>
  <w:num w:numId="9" w16cid:durableId="1747073095">
    <w:abstractNumId w:val="17"/>
  </w:num>
  <w:num w:numId="10" w16cid:durableId="250895018">
    <w:abstractNumId w:val="4"/>
  </w:num>
  <w:num w:numId="11" w16cid:durableId="1684287001">
    <w:abstractNumId w:val="14"/>
  </w:num>
  <w:num w:numId="12" w16cid:durableId="1311863756">
    <w:abstractNumId w:val="12"/>
  </w:num>
  <w:num w:numId="13" w16cid:durableId="951666939">
    <w:abstractNumId w:val="26"/>
  </w:num>
  <w:num w:numId="14" w16cid:durableId="1131099258">
    <w:abstractNumId w:val="22"/>
  </w:num>
  <w:num w:numId="15" w16cid:durableId="1130396552">
    <w:abstractNumId w:val="16"/>
  </w:num>
  <w:num w:numId="16" w16cid:durableId="602538877">
    <w:abstractNumId w:val="9"/>
  </w:num>
  <w:num w:numId="17" w16cid:durableId="1153135158">
    <w:abstractNumId w:val="5"/>
  </w:num>
  <w:num w:numId="18" w16cid:durableId="6583127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5676373">
    <w:abstractNumId w:val="0"/>
  </w:num>
  <w:num w:numId="20" w16cid:durableId="1295911372">
    <w:abstractNumId w:val="28"/>
  </w:num>
  <w:num w:numId="21" w16cid:durableId="802696989">
    <w:abstractNumId w:val="1"/>
  </w:num>
  <w:num w:numId="22" w16cid:durableId="1168986235">
    <w:abstractNumId w:val="15"/>
  </w:num>
  <w:num w:numId="23" w16cid:durableId="2010596044">
    <w:abstractNumId w:val="10"/>
  </w:num>
  <w:num w:numId="24" w16cid:durableId="1194343867">
    <w:abstractNumId w:val="21"/>
  </w:num>
  <w:num w:numId="25" w16cid:durableId="349912187">
    <w:abstractNumId w:val="25"/>
  </w:num>
  <w:num w:numId="26" w16cid:durableId="1984233508">
    <w:abstractNumId w:val="2"/>
  </w:num>
  <w:num w:numId="27" w16cid:durableId="920065842">
    <w:abstractNumId w:val="24"/>
  </w:num>
  <w:num w:numId="28" w16cid:durableId="1528060891">
    <w:abstractNumId w:val="23"/>
  </w:num>
  <w:num w:numId="29" w16cid:durableId="12769057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0908030">
    <w:abstractNumId w:val="19"/>
  </w:num>
  <w:num w:numId="31" w16cid:durableId="133268567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471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67A"/>
    <w:rsid w:val="00085C1A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56E5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116D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5B05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14FE"/>
    <w:rsid w:val="005D2D85"/>
    <w:rsid w:val="005D74EB"/>
    <w:rsid w:val="005E4AA3"/>
    <w:rsid w:val="005E79E5"/>
    <w:rsid w:val="00612CB6"/>
    <w:rsid w:val="00623B01"/>
    <w:rsid w:val="00624EEA"/>
    <w:rsid w:val="00625BB0"/>
    <w:rsid w:val="006261BB"/>
    <w:rsid w:val="006521E3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5B7E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04A0"/>
    <w:rsid w:val="00B0459E"/>
    <w:rsid w:val="00B05E1A"/>
    <w:rsid w:val="00B10201"/>
    <w:rsid w:val="00B10A71"/>
    <w:rsid w:val="00B16DCE"/>
    <w:rsid w:val="00B17A2B"/>
    <w:rsid w:val="00B260E3"/>
    <w:rsid w:val="00B3053E"/>
    <w:rsid w:val="00B31C09"/>
    <w:rsid w:val="00B379DE"/>
    <w:rsid w:val="00B422BD"/>
    <w:rsid w:val="00B44488"/>
    <w:rsid w:val="00B505C0"/>
    <w:rsid w:val="00B5291D"/>
    <w:rsid w:val="00B52E3C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0494E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208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D14FE"/>
    <w:rPr>
      <w:rFonts w:cs="Times New Roman"/>
      <w:b/>
    </w:rPr>
  </w:style>
  <w:style w:type="character" w:customStyle="1" w:styleId="pre-wrap">
    <w:name w:val="pre-wrap"/>
    <w:basedOn w:val="Domylnaczcionkaakapitu"/>
    <w:rsid w:val="005D14F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4F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4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4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ofertowy.docx</dmsv2BaseFileName>
    <dmsv2BaseDisplayName xmlns="http://schemas.microsoft.com/sharepoint/v3">Załącznik nr 3 do SWZ - Formularz ofertowy</dmsv2BaseDisplayName>
    <dmsv2SWPP2ObjectNumber xmlns="http://schemas.microsoft.com/sharepoint/v3">POST/DYS/OLD/GZ/00143/2026                        </dmsv2SWPP2ObjectNumber>
    <dmsv2SWPP2SumMD5 xmlns="http://schemas.microsoft.com/sharepoint/v3">e0333fe65318fac50f7cfabf8fc4b08b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24161819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JEUP5JKVCYQC-1092029480-19184</_dlc_DocId>
    <_dlc_DocIdUrl xmlns="a19cb1c7-c5c7-46d4-85ae-d83685407bba">
      <Url>https://swpp2.dms.gkpge.pl/sites/41/_layouts/15/DocIdRedir.aspx?ID=JEUP5JKVCYQC-1092029480-19184</Url>
      <Description>JEUP5JKVCYQC-1092029480-19184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CF866D-738E-466C-B64E-3679ED7E3C1F}"/>
</file>

<file path=customXml/itemProps4.xml><?xml version="1.0" encoding="utf-8"?>
<ds:datastoreItem xmlns:ds="http://schemas.openxmlformats.org/officeDocument/2006/customXml" ds:itemID="{71829136-1AF6-4106-A02B-5FD7771EA1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2E2A03-B4D4-46BC-BE15-547264EB9FC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40</TotalTime>
  <Pages>4</Pages>
  <Words>1405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2025-10-02T07:45:00Z</dcterms:created>
  <dcterms:modified xsi:type="dcterms:W3CDTF">2026-01-20T12:52:00Z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7c666648-a59c-4945-86a5-ed9147e0ef06</vt:lpwstr>
  </property>
</Properties>
</file>